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DF4" w:rsidRPr="008D1B08" w:rsidRDefault="00FC2DF4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FC2DF4" w:rsidRPr="004D6C59" w:rsidRDefault="00FC2DF4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>
        <w:rPr>
          <w:sz w:val="28"/>
          <w:szCs w:val="28"/>
          <w:lang w:val="uk-UA" w:eastAsia="uk-UA"/>
        </w:rPr>
        <w:t>За волю України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FC2DF4" w:rsidRPr="004D6C59" w:rsidRDefault="00FC2DF4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FC2DF4" w:rsidRPr="004D6C59" w:rsidRDefault="00FC2DF4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FC2DF4" w:rsidRPr="008D1B08" w:rsidRDefault="00FC2DF4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FC2DF4" w:rsidRPr="008D1B08" w:rsidRDefault="00FC2DF4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FC2DF4" w:rsidRPr="008D1B08" w:rsidTr="005378E3">
        <w:trPr>
          <w:trHeight w:val="871"/>
        </w:trPr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C2DF4" w:rsidRPr="008D1B08" w:rsidTr="006C1A07">
        <w:trPr>
          <w:trHeight w:val="465"/>
        </w:trPr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FC2DF4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FC2DF4" w:rsidRPr="007E2B32" w:rsidRDefault="00FC2DF4" w:rsidP="00DA7DB4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FC2DF4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C2DF4" w:rsidRPr="008D1B08" w:rsidTr="0012304F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FC2DF4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C2DF4" w:rsidRPr="0074226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FC2DF4" w:rsidRPr="008D1B08" w:rsidTr="005378E3">
        <w:trPr>
          <w:trHeight w:val="784"/>
        </w:trPr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FC2DF4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FC2DF4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FC2DF4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FC2DF4" w:rsidRPr="008D1B08" w:rsidRDefault="00FC2DF4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8626A7" w:rsidTr="005378E3">
        <w:trPr>
          <w:trHeight w:val="1185"/>
        </w:trPr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FC2DF4" w:rsidRPr="008D1B08" w:rsidRDefault="00FC2DF4" w:rsidP="00651084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У роботі використано усталені в сучасній історіографії ідеї, підходи й оцінки дослідження регіональної проблематики доби Визвольних змагань.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12304F" w:rsidTr="005378E3">
        <w:trPr>
          <w:trHeight w:val="1035"/>
        </w:trPr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FC2DF4" w:rsidRDefault="00FC2DF4" w:rsidP="00EC160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Методи дослідження традиційні. Бажане використання методики порівняльного аналізу подієвої історії, методів просопографічного дослідження, ін.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9C32F6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9C32F6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9C32F6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9C32F6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9C32F6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FC2DF4" w:rsidRPr="008D1B08" w:rsidRDefault="00FC2DF4" w:rsidP="001926FB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У тексті мають місце: неправильне оформлення посилань, граматичні помилки (сс. 4, 5,  10, 11, 12 та ін.)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9C32F6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8D1B08" w:rsidTr="005378E3">
        <w:tc>
          <w:tcPr>
            <w:tcW w:w="828" w:type="dxa"/>
          </w:tcPr>
          <w:p w:rsidR="00FC2DF4" w:rsidRPr="008D1B08" w:rsidRDefault="00FC2DF4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FC2DF4" w:rsidRPr="008D1B08" w:rsidRDefault="00FC2DF4" w:rsidP="00D14FE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Більшість джерел репрезентованих в роботі розкривають характер подій у м. Вінниці. Однак, в цілому, дослідження опублікованих матеріалів, зокрема, джерел особового характеру потребує критичного, поглибленого аналізу.</w:t>
            </w:r>
          </w:p>
        </w:tc>
        <w:tc>
          <w:tcPr>
            <w:tcW w:w="1732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</w:t>
            </w:r>
          </w:p>
        </w:tc>
        <w:tc>
          <w:tcPr>
            <w:tcW w:w="927" w:type="dxa"/>
          </w:tcPr>
          <w:p w:rsidR="00FC2DF4" w:rsidRPr="008D1B08" w:rsidRDefault="00FC2DF4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C2DF4" w:rsidRPr="008D1B08" w:rsidTr="008D1B08">
        <w:tc>
          <w:tcPr>
            <w:tcW w:w="8928" w:type="dxa"/>
            <w:gridSpan w:val="3"/>
          </w:tcPr>
          <w:p w:rsidR="00FC2DF4" w:rsidRPr="008D1B08" w:rsidRDefault="00FC2DF4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FC2DF4" w:rsidRPr="008D1B08" w:rsidRDefault="00FC2DF4" w:rsidP="00EC1602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68</w:t>
            </w:r>
            <w:bookmarkStart w:id="0" w:name="_GoBack"/>
            <w:bookmarkEnd w:id="0"/>
          </w:p>
        </w:tc>
      </w:tr>
    </w:tbl>
    <w:p w:rsidR="00FC2DF4" w:rsidRPr="008D1B08" w:rsidRDefault="00FC2DF4" w:rsidP="008D1B08">
      <w:pPr>
        <w:ind w:left="-180" w:right="279"/>
        <w:rPr>
          <w:sz w:val="28"/>
          <w:szCs w:val="28"/>
          <w:lang w:val="uk-UA" w:eastAsia="uk-UA"/>
        </w:rPr>
      </w:pPr>
    </w:p>
    <w:sectPr w:rsidR="00FC2DF4" w:rsidRPr="008D1B08" w:rsidSect="006644BD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DF4" w:rsidRDefault="00FC2DF4" w:rsidP="008D1B08">
      <w:r>
        <w:separator/>
      </w:r>
    </w:p>
  </w:endnote>
  <w:endnote w:type="continuationSeparator" w:id="0">
    <w:p w:rsidR="00FC2DF4" w:rsidRDefault="00FC2DF4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DF4" w:rsidRDefault="00FC2DF4" w:rsidP="008D1B08">
      <w:r>
        <w:separator/>
      </w:r>
    </w:p>
  </w:footnote>
  <w:footnote w:type="continuationSeparator" w:id="0">
    <w:p w:rsidR="00FC2DF4" w:rsidRDefault="00FC2DF4" w:rsidP="008D1B08">
      <w:r>
        <w:continuationSeparator/>
      </w:r>
    </w:p>
  </w:footnote>
  <w:footnote w:id="1">
    <w:p w:rsidR="00FC2DF4" w:rsidRDefault="00FC2DF4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DF4" w:rsidRDefault="00FC2DF4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FC2DF4" w:rsidRDefault="00FC2D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0A2598"/>
    <w:rsid w:val="000C6DDA"/>
    <w:rsid w:val="0012304F"/>
    <w:rsid w:val="00141A74"/>
    <w:rsid w:val="001926FB"/>
    <w:rsid w:val="001D1BF8"/>
    <w:rsid w:val="001F3E51"/>
    <w:rsid w:val="002B6C56"/>
    <w:rsid w:val="002E54D7"/>
    <w:rsid w:val="00365B50"/>
    <w:rsid w:val="00474D3A"/>
    <w:rsid w:val="004D6C59"/>
    <w:rsid w:val="004D704E"/>
    <w:rsid w:val="005378E3"/>
    <w:rsid w:val="005D6051"/>
    <w:rsid w:val="00651084"/>
    <w:rsid w:val="006644BD"/>
    <w:rsid w:val="006C1A07"/>
    <w:rsid w:val="006E18F7"/>
    <w:rsid w:val="006E229B"/>
    <w:rsid w:val="00702E4B"/>
    <w:rsid w:val="00742268"/>
    <w:rsid w:val="007506CC"/>
    <w:rsid w:val="007A0EC8"/>
    <w:rsid w:val="007C02E7"/>
    <w:rsid w:val="007E2B32"/>
    <w:rsid w:val="007F7A90"/>
    <w:rsid w:val="00847BD0"/>
    <w:rsid w:val="0085160B"/>
    <w:rsid w:val="008626A7"/>
    <w:rsid w:val="00872E95"/>
    <w:rsid w:val="008C1419"/>
    <w:rsid w:val="008D1B08"/>
    <w:rsid w:val="009C32F6"/>
    <w:rsid w:val="00A17EAE"/>
    <w:rsid w:val="00A621D2"/>
    <w:rsid w:val="00B104A4"/>
    <w:rsid w:val="00B47DB4"/>
    <w:rsid w:val="00C02431"/>
    <w:rsid w:val="00C06DC0"/>
    <w:rsid w:val="00C107B9"/>
    <w:rsid w:val="00D14FEA"/>
    <w:rsid w:val="00D22D4E"/>
    <w:rsid w:val="00D40F25"/>
    <w:rsid w:val="00D625D9"/>
    <w:rsid w:val="00D91C12"/>
    <w:rsid w:val="00DA7DB4"/>
    <w:rsid w:val="00DB06C9"/>
    <w:rsid w:val="00E36537"/>
    <w:rsid w:val="00EC1602"/>
    <w:rsid w:val="00F61278"/>
    <w:rsid w:val="00F74ABD"/>
    <w:rsid w:val="00FC2DF4"/>
    <w:rsid w:val="00FE295D"/>
    <w:rsid w:val="00FE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474D3A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474D3A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1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245</Words>
  <Characters>1399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29</cp:revision>
  <cp:lastPrinted>2019-03-17T17:00:00Z</cp:lastPrinted>
  <dcterms:created xsi:type="dcterms:W3CDTF">2019-03-17T16:53:00Z</dcterms:created>
  <dcterms:modified xsi:type="dcterms:W3CDTF">2019-03-26T09:09:00Z</dcterms:modified>
</cp:coreProperties>
</file>